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E3343" w:rsidTr="00787853">
        <w:trPr>
          <w:cantSplit/>
          <w:trHeight w:hRule="exact" w:val="3960"/>
        </w:trPr>
        <w:tc>
          <w:tcPr>
            <w:tcW w:w="4032" w:type="dxa"/>
          </w:tcPr>
          <w:p w:rsidR="00BF251B" w:rsidRPr="00BB2DBB" w:rsidRDefault="00BF251B" w:rsidP="00BF251B">
            <w:pPr>
              <w:rPr>
                <w:rFonts w:ascii="Verdana" w:hAnsi="Verdana" w:cs="Arial"/>
              </w:rPr>
            </w:pPr>
            <w:r w:rsidRPr="00BB2DBB">
              <w:rPr>
                <w:rFonts w:ascii="Verdana" w:hAnsi="Verdana" w:cs="Arial"/>
              </w:rPr>
              <w:t xml:space="preserve">Plan to attend our </w:t>
            </w:r>
            <w:r w:rsidRPr="00BB2DBB">
              <w:rPr>
                <w:rFonts w:ascii="Verdana" w:hAnsi="Verdana" w:cs="Arial"/>
                <w:i/>
              </w:rPr>
              <w:t>Fall Gallery Event</w:t>
            </w:r>
            <w:r w:rsidRPr="00BB2DBB">
              <w:rPr>
                <w:rFonts w:ascii="Verdana" w:hAnsi="Verdana" w:cs="Arial"/>
              </w:rPr>
              <w:t xml:space="preserve"> featuring local artists. Fiber art, oil paintings, watercolors, prints, pottery, and more!</w:t>
            </w:r>
          </w:p>
          <w:p w:rsidR="00BB2DBB" w:rsidRDefault="00BB2DBB" w:rsidP="00BB2DBB">
            <w:pPr>
              <w:rPr>
                <w:rFonts w:ascii="Arial" w:hAnsi="Arial" w:cs="Arial"/>
              </w:rPr>
            </w:pPr>
            <w:r w:rsidRPr="00BB2DBB">
              <w:rPr>
                <w:rFonts w:ascii="Verdana" w:hAnsi="Verdana" w:cs="Arial"/>
              </w:rPr>
              <w:t xml:space="preserve">All </w:t>
            </w:r>
            <w:r w:rsidRPr="003A212F">
              <w:rPr>
                <w:rFonts w:ascii="Verdana" w:hAnsi="Verdana" w:cs="Arial"/>
                <w:i/>
              </w:rPr>
              <w:t>items are for sale</w:t>
            </w:r>
            <w:r w:rsidRPr="00BB2DBB">
              <w:rPr>
                <w:rFonts w:ascii="Verdana" w:hAnsi="Verdana" w:cs="Arial"/>
              </w:rPr>
              <w:t xml:space="preserve"> on the day of the event.</w:t>
            </w:r>
            <w:r>
              <w:rPr>
                <w:rFonts w:ascii="Arial" w:hAnsi="Arial" w:cs="Arial"/>
              </w:rPr>
              <w:t xml:space="preserve"> </w:t>
            </w:r>
          </w:p>
          <w:p w:rsidR="00DE3343" w:rsidRPr="003A212F" w:rsidRDefault="00BB2DBB" w:rsidP="00BB2DBB">
            <w:pPr>
              <w:rPr>
                <w:sz w:val="32"/>
                <w:szCs w:val="32"/>
              </w:rPr>
            </w:pPr>
            <w:r w:rsidRPr="003A212F">
              <w:rPr>
                <w:rFonts w:ascii="Arial" w:hAnsi="Arial" w:cs="Arial"/>
                <w:i/>
                <w:sz w:val="32"/>
                <w:szCs w:val="32"/>
              </w:rPr>
              <w:t>Start your holiday shopping early!</w:t>
            </w:r>
            <w:r w:rsidRPr="003A212F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bookmarkStart w:id="0" w:name="_GoBack"/>
        <w:bookmarkEnd w:id="0"/>
      </w:tr>
    </w:tbl>
    <w:p w:rsidR="00DE3343" w:rsidRPr="00787853" w:rsidRDefault="005C0F23" w:rsidP="00787853">
      <w:pPr>
        <w:pStyle w:val="Heading1"/>
      </w:pPr>
      <w:r>
        <w:t xml:space="preserve">Fall Gallery Event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E3343" w:rsidTr="00787853">
        <w:trPr>
          <w:cantSplit/>
          <w:trHeight w:hRule="exact" w:val="3110"/>
        </w:trPr>
        <w:tc>
          <w:tcPr>
            <w:tcW w:w="4032" w:type="dxa"/>
          </w:tcPr>
          <w:sdt>
            <w:sdtPr>
              <w:alias w:val="Date"/>
              <w:tag w:val="Date"/>
              <w:id w:val="279120259"/>
              <w:placeholder>
                <w:docPart w:val="EF1D39BF04E44CD7B8819F8454D060B0"/>
              </w:placeholder>
              <w:date w:fullDate="2012-11-16T00:00:00Z">
                <w:dateFormat w:val="dddd, MMMM dd"/>
                <w:lid w:val="en-US"/>
                <w:storeMappedDataAs w:val="dateTime"/>
                <w:calendar w:val="gregorian"/>
              </w:date>
            </w:sdtPr>
            <w:sdtEndPr/>
            <w:sdtContent>
              <w:p w:rsidR="00787853" w:rsidRPr="004B1667" w:rsidRDefault="005C0F23" w:rsidP="00787853">
                <w:pPr>
                  <w:pStyle w:val="Date"/>
                </w:pPr>
                <w:r>
                  <w:t>Friday, November 16</w:t>
                </w:r>
              </w:p>
            </w:sdtContent>
          </w:sdt>
          <w:p w:rsidR="00787853" w:rsidRDefault="005C0F23" w:rsidP="00787853">
            <w:pPr>
              <w:pStyle w:val="Date"/>
            </w:pPr>
            <w:r>
              <w:t>2 P.M</w:t>
            </w:r>
          </w:p>
          <w:p w:rsidR="00787853" w:rsidRPr="004B1667" w:rsidRDefault="00787853" w:rsidP="00787853">
            <w:pPr>
              <w:pStyle w:val="Location"/>
            </w:pPr>
          </w:p>
          <w:p w:rsidR="00DE3343" w:rsidRDefault="00DE3343" w:rsidP="005C0F23">
            <w:pPr>
              <w:pStyle w:val="Location"/>
            </w:pPr>
          </w:p>
        </w:tc>
      </w:tr>
      <w:tr w:rsidR="00DE3343" w:rsidTr="00787853">
        <w:trPr>
          <w:cantSplit/>
        </w:trPr>
        <w:tc>
          <w:tcPr>
            <w:tcW w:w="4032" w:type="dxa"/>
          </w:tcPr>
          <w:p w:rsidR="00787853" w:rsidRPr="00431E64" w:rsidRDefault="00787853" w:rsidP="00787853">
            <w:pPr>
              <w:pStyle w:val="Sponsor"/>
            </w:pPr>
            <w:r w:rsidRPr="00431E64">
              <w:t>Sponsored by</w:t>
            </w:r>
          </w:p>
          <w:p w:rsidR="00DE3343" w:rsidRDefault="005C0F23" w:rsidP="005C0F23">
            <w:pPr>
              <w:pStyle w:val="Sponsor"/>
            </w:pPr>
            <w:r>
              <w:t>Spotted Begonia Art Gallery</w:t>
            </w:r>
          </w:p>
        </w:tc>
      </w:tr>
    </w:tbl>
    <w:p w:rsidR="00571CBD" w:rsidRPr="004B1667" w:rsidRDefault="00DE3343" w:rsidP="00787853">
      <w:pPr>
        <w:pStyle w:val="Sponsor"/>
      </w:pPr>
      <w:r>
        <w:rPr>
          <w:noProof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664325" cy="9286875"/>
            <wp:effectExtent l="19050" t="0" r="3175" b="0"/>
            <wp:wrapNone/>
            <wp:docPr id="2" name="Picture 1" descr="Leaf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af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32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71CBD" w:rsidRPr="004B1667" w:rsidSect="00571CBD">
      <w:pgSz w:w="12240" w:h="15840"/>
      <w:pgMar w:top="4680" w:right="2880" w:bottom="1440" w:left="55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23"/>
    <w:rsid w:val="00036F96"/>
    <w:rsid w:val="00197626"/>
    <w:rsid w:val="00231BEC"/>
    <w:rsid w:val="00277393"/>
    <w:rsid w:val="00284466"/>
    <w:rsid w:val="002C373C"/>
    <w:rsid w:val="003A212F"/>
    <w:rsid w:val="00406CDF"/>
    <w:rsid w:val="00431E64"/>
    <w:rsid w:val="004B1667"/>
    <w:rsid w:val="005240ED"/>
    <w:rsid w:val="00571CBD"/>
    <w:rsid w:val="005A68FC"/>
    <w:rsid w:val="005C0F23"/>
    <w:rsid w:val="005C26DA"/>
    <w:rsid w:val="00606319"/>
    <w:rsid w:val="006F2DFA"/>
    <w:rsid w:val="0075398B"/>
    <w:rsid w:val="00787853"/>
    <w:rsid w:val="0086624A"/>
    <w:rsid w:val="00872EEA"/>
    <w:rsid w:val="008A2C49"/>
    <w:rsid w:val="009E72DF"/>
    <w:rsid w:val="00A63F4D"/>
    <w:rsid w:val="00AB54E0"/>
    <w:rsid w:val="00AC4672"/>
    <w:rsid w:val="00AD3960"/>
    <w:rsid w:val="00B51EEA"/>
    <w:rsid w:val="00B96BBC"/>
    <w:rsid w:val="00BB2DBB"/>
    <w:rsid w:val="00BF251B"/>
    <w:rsid w:val="00C86E43"/>
    <w:rsid w:val="00D10C78"/>
    <w:rsid w:val="00DE3343"/>
    <w:rsid w:val="00DF64C1"/>
    <w:rsid w:val="00E36DA8"/>
    <w:rsid w:val="00E47756"/>
    <w:rsid w:val="00E93F54"/>
    <w:rsid w:val="00F44391"/>
    <w:rsid w:val="00F9291E"/>
    <w:rsid w:val="00FB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f5d6"/>
    </o:shapedefaults>
    <o:shapelayout v:ext="edit">
      <o:idmap v:ext="edit" data="1"/>
    </o:shapelayout>
  </w:shapeDefaults>
  <w:decimalSymbol w:val="."/>
  <w:listSeparator w:val=","/>
  <w15:docId w15:val="{75BF69CD-89E7-48A6-9802-40005C48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343"/>
    <w:pPr>
      <w:spacing w:line="360" w:lineRule="auto"/>
    </w:pPr>
    <w:rPr>
      <w:rFonts w:asciiTheme="minorHAnsi" w:hAnsiTheme="minorHAnsi"/>
      <w:b/>
      <w:color w:val="945D4A" w:themeColor="accent5" w:themeShade="BF"/>
      <w:sz w:val="24"/>
      <w:szCs w:val="24"/>
    </w:rPr>
  </w:style>
  <w:style w:type="paragraph" w:styleId="Heading1">
    <w:name w:val="heading 1"/>
    <w:basedOn w:val="Normal"/>
    <w:next w:val="Normal"/>
    <w:qFormat/>
    <w:rsid w:val="00787853"/>
    <w:pPr>
      <w:spacing w:after="120" w:line="240" w:lineRule="auto"/>
      <w:ind w:left="-5040"/>
      <w:jc w:val="right"/>
      <w:outlineLvl w:val="0"/>
    </w:pPr>
    <w:rPr>
      <w:rFonts w:asciiTheme="majorHAnsi" w:hAnsiTheme="majorHAnsi"/>
      <w:b w:val="0"/>
      <w:spacing w:val="-60"/>
      <w:sz w:val="120"/>
      <w:szCs w:val="120"/>
    </w:rPr>
  </w:style>
  <w:style w:type="paragraph" w:styleId="Heading2">
    <w:name w:val="heading 2"/>
    <w:basedOn w:val="Normal"/>
    <w:next w:val="Normal"/>
    <w:semiHidden/>
    <w:unhideWhenUsed/>
    <w:qFormat/>
    <w:rsid w:val="00197626"/>
    <w:pPr>
      <w:outlineLvl w:val="1"/>
    </w:pPr>
    <w:rPr>
      <w:sz w:val="40"/>
      <w:szCs w:val="40"/>
    </w:rPr>
  </w:style>
  <w:style w:type="paragraph" w:styleId="Heading3">
    <w:name w:val="heading 3"/>
    <w:basedOn w:val="Normal"/>
    <w:next w:val="Normal"/>
    <w:semiHidden/>
    <w:unhideWhenUsed/>
    <w:qFormat/>
    <w:rsid w:val="00197626"/>
    <w:pPr>
      <w:outlineLvl w:val="2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D10C7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qFormat/>
    <w:rsid w:val="00787853"/>
    <w:pPr>
      <w:spacing w:after="360" w:line="240" w:lineRule="auto"/>
      <w:contextualSpacing/>
    </w:pPr>
    <w:rPr>
      <w:sz w:val="36"/>
    </w:rPr>
  </w:style>
  <w:style w:type="paragraph" w:customStyle="1" w:styleId="Sponsor">
    <w:name w:val="Sponsor"/>
    <w:basedOn w:val="Normal"/>
    <w:qFormat/>
    <w:rsid w:val="00787853"/>
    <w:pPr>
      <w:spacing w:line="240" w:lineRule="auto"/>
      <w:contextualSpacing/>
    </w:pPr>
  </w:style>
  <w:style w:type="character" w:customStyle="1" w:styleId="DateChar">
    <w:name w:val="Date Char"/>
    <w:basedOn w:val="DefaultParagraphFont"/>
    <w:link w:val="Date"/>
    <w:rsid w:val="00787853"/>
    <w:rPr>
      <w:rFonts w:asciiTheme="minorHAnsi" w:hAnsiTheme="minorHAnsi"/>
      <w:b/>
      <w:color w:val="945D4A" w:themeColor="accent5" w:themeShade="BF"/>
      <w:sz w:val="36"/>
      <w:szCs w:val="24"/>
    </w:rPr>
  </w:style>
  <w:style w:type="character" w:styleId="PlaceholderText">
    <w:name w:val="Placeholder Text"/>
    <w:basedOn w:val="DefaultParagraphFont"/>
    <w:uiPriority w:val="99"/>
    <w:semiHidden/>
    <w:rsid w:val="00DE3343"/>
    <w:rPr>
      <w:color w:val="808080"/>
    </w:rPr>
  </w:style>
  <w:style w:type="table" w:styleId="TableGrid">
    <w:name w:val="Table Grid"/>
    <w:basedOn w:val="TableNormal"/>
    <w:rsid w:val="00DE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cation">
    <w:name w:val="Location"/>
    <w:basedOn w:val="Normal"/>
    <w:qFormat/>
    <w:rsid w:val="00787853"/>
    <w:pPr>
      <w:spacing w:line="240" w:lineRule="auto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Fall%20event%20flyer%20(with%20leav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1D39BF04E44CD7B8819F8454D060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488CD-CAF6-4742-92D4-FEC9D4B64E29}"/>
      </w:docPartPr>
      <w:docPartBody>
        <w:p w:rsidR="00333C70" w:rsidRDefault="00333C70">
          <w:pPr>
            <w:pStyle w:val="EF1D39BF04E44CD7B8819F8454D060B0"/>
          </w:pPr>
          <w:r>
            <w:t xml:space="preserve">[Click to select </w:t>
          </w:r>
          <w:r>
            <w:t>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70"/>
    <w:rsid w:val="003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1BCB19AB3B40BCAFEFD0A74C56F8CE">
    <w:name w:val="E41BCB19AB3B40BCAFEFD0A74C56F8C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5D367A359F247B3A29FA45D05013231">
    <w:name w:val="35D367A359F247B3A29FA45D05013231"/>
  </w:style>
  <w:style w:type="paragraph" w:customStyle="1" w:styleId="EF1D39BF04E44CD7B8819F8454D060B0">
    <w:name w:val="EF1D39BF04E44CD7B8819F8454D060B0"/>
  </w:style>
  <w:style w:type="paragraph" w:customStyle="1" w:styleId="3707606FF23941A7B15D6CA350CE0564">
    <w:name w:val="3707606FF23941A7B15D6CA350CE0564"/>
  </w:style>
  <w:style w:type="paragraph" w:customStyle="1" w:styleId="D4E62D1573324269BD4DDCEC83CF70B7">
    <w:name w:val="D4E62D1573324269BD4DDCEC83CF70B7"/>
  </w:style>
  <w:style w:type="paragraph" w:customStyle="1" w:styleId="53C8619374104344975713EAED4AFC17">
    <w:name w:val="53C8619374104344975713EAED4AFC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24E1F97-30DE-4703-8D93-E0BC3B590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Fall event flyer (with leaves)</Template>
  <TotalTime>0</TotalTime>
  <Pages>1</Pages>
  <Words>49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Fall event flyer (with leaves)</vt:lpstr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event flyer (with leaves)</dc:title>
  <dc:creator>Exploring Series</dc:creator>
  <cp:lastModifiedBy>Exploring Series</cp:lastModifiedBy>
  <cp:revision>2</cp:revision>
  <cp:lastPrinted>2003-10-30T20:52:00Z</cp:lastPrinted>
  <dcterms:created xsi:type="dcterms:W3CDTF">2012-11-05T21:02:00Z</dcterms:created>
  <dcterms:modified xsi:type="dcterms:W3CDTF">2012-11-05T21:02:00Z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TC010219621033</vt:lpwstr>
  </property>
</Properties>
</file>